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588423" w14:textId="77777777" w:rsidR="00C7381D" w:rsidRPr="00262BDA" w:rsidRDefault="00C7381D" w:rsidP="00A44F52">
      <w:pPr>
        <w:spacing w:after="120"/>
        <w:contextualSpacing/>
        <w:rPr>
          <w:rFonts w:ascii="Verdana" w:hAnsi="Verdana"/>
          <w:sz w:val="18"/>
          <w:szCs w:val="18"/>
        </w:rPr>
      </w:pPr>
    </w:p>
    <w:tbl>
      <w:tblPr>
        <w:tblStyle w:val="a3"/>
        <w:tblW w:w="1046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630"/>
        <w:gridCol w:w="1631"/>
        <w:gridCol w:w="2551"/>
        <w:gridCol w:w="1701"/>
        <w:gridCol w:w="709"/>
        <w:gridCol w:w="709"/>
        <w:gridCol w:w="567"/>
        <w:gridCol w:w="969"/>
      </w:tblGrid>
      <w:tr w:rsidR="009A6242" w:rsidRPr="00262BDA" w14:paraId="139D74E2" w14:textId="77777777" w:rsidTr="003F74B6">
        <w:trPr>
          <w:cantSplit/>
          <w:trHeight w:val="2197"/>
        </w:trPr>
        <w:tc>
          <w:tcPr>
            <w:tcW w:w="1630" w:type="dxa"/>
            <w:textDirection w:val="btLr"/>
            <w:vAlign w:val="center"/>
          </w:tcPr>
          <w:p w14:paraId="4FD1F001" w14:textId="656D33CB" w:rsidR="009A6242" w:rsidRPr="00262BDA" w:rsidRDefault="009A6242" w:rsidP="009A6242">
            <w:pPr>
              <w:spacing w:after="120"/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Номер лота</w:t>
            </w:r>
          </w:p>
        </w:tc>
        <w:tc>
          <w:tcPr>
            <w:tcW w:w="1631" w:type="dxa"/>
            <w:textDirection w:val="btLr"/>
            <w:vAlign w:val="center"/>
          </w:tcPr>
          <w:p w14:paraId="3691303D" w14:textId="77777777" w:rsidR="009A6242" w:rsidRDefault="009A6242" w:rsidP="009A6242">
            <w:pPr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Стоимость за 1 год, </w:t>
            </w:r>
          </w:p>
          <w:p w14:paraId="43F14688" w14:textId="7AF4726B" w:rsidR="009A6242" w:rsidRPr="00262BDA" w:rsidRDefault="009A6242" w:rsidP="009A6242">
            <w:pPr>
              <w:spacing w:after="120"/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рублей</w:t>
            </w:r>
          </w:p>
        </w:tc>
        <w:tc>
          <w:tcPr>
            <w:tcW w:w="2551" w:type="dxa"/>
            <w:vAlign w:val="center"/>
          </w:tcPr>
          <w:p w14:paraId="1A2BA607" w14:textId="512F527F" w:rsidR="009A6242" w:rsidRPr="00262BDA" w:rsidRDefault="009A6242" w:rsidP="009A6242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Адрес рекламного места</w:t>
            </w:r>
          </w:p>
        </w:tc>
        <w:tc>
          <w:tcPr>
            <w:tcW w:w="1701" w:type="dxa"/>
            <w:vAlign w:val="center"/>
          </w:tcPr>
          <w:p w14:paraId="178D0D1F" w14:textId="0F7C295D" w:rsidR="009A6242" w:rsidRPr="00262BDA" w:rsidRDefault="009A6242" w:rsidP="009A6242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Тип рекламной конструкции</w:t>
            </w:r>
          </w:p>
        </w:tc>
        <w:tc>
          <w:tcPr>
            <w:tcW w:w="709" w:type="dxa"/>
            <w:textDirection w:val="btLr"/>
            <w:vAlign w:val="center"/>
          </w:tcPr>
          <w:p w14:paraId="193D290B" w14:textId="517AE6BA" w:rsidR="009A6242" w:rsidRPr="00262BDA" w:rsidRDefault="009A6242" w:rsidP="009A6242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Размер конструкции (м.)</w:t>
            </w:r>
          </w:p>
        </w:tc>
        <w:tc>
          <w:tcPr>
            <w:tcW w:w="709" w:type="dxa"/>
            <w:textDirection w:val="btLr"/>
            <w:vAlign w:val="center"/>
          </w:tcPr>
          <w:p w14:paraId="5511A8A6" w14:textId="77777777" w:rsidR="009A6242" w:rsidRDefault="009A6242" w:rsidP="009A6242">
            <w:pPr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Площадь стороны</w:t>
            </w:r>
          </w:p>
          <w:p w14:paraId="216DA744" w14:textId="217FD7BA" w:rsidR="009A6242" w:rsidRPr="00262BDA" w:rsidRDefault="009A6242" w:rsidP="009A6242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(кв. м.)</w:t>
            </w:r>
          </w:p>
        </w:tc>
        <w:tc>
          <w:tcPr>
            <w:tcW w:w="567" w:type="dxa"/>
            <w:textDirection w:val="btLr"/>
            <w:vAlign w:val="center"/>
          </w:tcPr>
          <w:p w14:paraId="06B6AB5B" w14:textId="174B6D70" w:rsidR="009A6242" w:rsidRPr="00262BDA" w:rsidRDefault="009A6242" w:rsidP="009A6242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Кол-во сторон</w:t>
            </w:r>
          </w:p>
        </w:tc>
        <w:tc>
          <w:tcPr>
            <w:tcW w:w="969" w:type="dxa"/>
            <w:textDirection w:val="btLr"/>
            <w:vAlign w:val="center"/>
          </w:tcPr>
          <w:p w14:paraId="24D0FC2D" w14:textId="77777777" w:rsidR="009A6242" w:rsidRDefault="009A6242" w:rsidP="009A6242">
            <w:pPr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Площадь информационного поля </w:t>
            </w:r>
          </w:p>
          <w:p w14:paraId="28D878C2" w14:textId="00672251" w:rsidR="009A6242" w:rsidRPr="00262BDA" w:rsidRDefault="009A6242" w:rsidP="009A6242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(кв. м.)</w:t>
            </w:r>
          </w:p>
        </w:tc>
      </w:tr>
      <w:tr w:rsidR="00C20873" w:rsidRPr="00262BDA" w14:paraId="5B280FC1" w14:textId="77777777" w:rsidTr="000F5D3D">
        <w:tc>
          <w:tcPr>
            <w:tcW w:w="1630" w:type="dxa"/>
          </w:tcPr>
          <w:p w14:paraId="1A99C3BE" w14:textId="77777777" w:rsidR="00C20873" w:rsidRPr="0053039B" w:rsidRDefault="00C20873" w:rsidP="00C20873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</w:t>
            </w:r>
            <w:r w:rsidR="00EA2100">
              <w:rPr>
                <w:rFonts w:ascii="Verdana" w:hAnsi="Verdana"/>
                <w:b/>
                <w:sz w:val="18"/>
                <w:szCs w:val="18"/>
              </w:rPr>
              <w:t>118</w:t>
            </w:r>
          </w:p>
        </w:tc>
        <w:tc>
          <w:tcPr>
            <w:tcW w:w="1631" w:type="dxa"/>
          </w:tcPr>
          <w:p w14:paraId="17F707FF" w14:textId="0F9C3A59" w:rsidR="00C20873" w:rsidRPr="00C20873" w:rsidRDefault="00FF6A59" w:rsidP="00C20873">
            <w:pPr>
              <w:spacing w:after="12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21 384 </w:t>
            </w:r>
          </w:p>
        </w:tc>
        <w:tc>
          <w:tcPr>
            <w:tcW w:w="2551" w:type="dxa"/>
          </w:tcPr>
          <w:p w14:paraId="7AFA8F69" w14:textId="77777777" w:rsidR="00C20873" w:rsidRPr="00262BDA" w:rsidRDefault="00C20873" w:rsidP="006A3B2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Шеболдаева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справа по ходу движения с севера на юг, 250м. от ул. Красная Заря</w:t>
            </w:r>
          </w:p>
        </w:tc>
        <w:tc>
          <w:tcPr>
            <w:tcW w:w="1701" w:type="dxa"/>
          </w:tcPr>
          <w:p w14:paraId="795C9DCF" w14:textId="77777777" w:rsidR="00C20873" w:rsidRPr="00262BDA" w:rsidRDefault="00C20873" w:rsidP="00381F68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711F1957" w14:textId="77777777" w:rsidR="00C20873" w:rsidRPr="00262BDA" w:rsidRDefault="00C20873" w:rsidP="00381F68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511C0448" w14:textId="77777777" w:rsidR="00C20873" w:rsidRPr="00262BDA" w:rsidRDefault="00C20873" w:rsidP="00381F68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3ADD2ABA" w14:textId="77777777" w:rsidR="00C20873" w:rsidRPr="00262BDA" w:rsidRDefault="00C20873" w:rsidP="00381F68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51BD02FA" w14:textId="77777777" w:rsidR="00C20873" w:rsidRPr="00262BDA" w:rsidRDefault="00C20873" w:rsidP="00381F68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C20873" w:rsidRPr="00262BDA" w14:paraId="1C52701A" w14:textId="77777777" w:rsidTr="004F35C1">
        <w:tc>
          <w:tcPr>
            <w:tcW w:w="1630" w:type="dxa"/>
          </w:tcPr>
          <w:p w14:paraId="2AF13E46" w14:textId="77777777" w:rsidR="00C20873" w:rsidRPr="0053039B" w:rsidRDefault="00C20873" w:rsidP="00C20873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</w:t>
            </w:r>
            <w:r w:rsidR="00EA2100">
              <w:rPr>
                <w:rFonts w:ascii="Verdana" w:hAnsi="Verdana"/>
                <w:b/>
                <w:sz w:val="18"/>
                <w:szCs w:val="18"/>
              </w:rPr>
              <w:t>119</w:t>
            </w:r>
          </w:p>
        </w:tc>
        <w:tc>
          <w:tcPr>
            <w:tcW w:w="1631" w:type="dxa"/>
          </w:tcPr>
          <w:p w14:paraId="03EED122" w14:textId="77770F4B" w:rsidR="00C20873" w:rsidRPr="0053039B" w:rsidRDefault="00FF6A59" w:rsidP="00C20873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21 384 </w:t>
            </w:r>
          </w:p>
        </w:tc>
        <w:tc>
          <w:tcPr>
            <w:tcW w:w="2551" w:type="dxa"/>
          </w:tcPr>
          <w:p w14:paraId="7BD9C6B0" w14:textId="77777777" w:rsidR="00C20873" w:rsidRPr="00262BDA" w:rsidRDefault="00C20873" w:rsidP="006A3B2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Шеболдаева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, справа по ходу движения с севера на юг, 520 м. от ул. Красная Заря </w:t>
            </w:r>
          </w:p>
        </w:tc>
        <w:tc>
          <w:tcPr>
            <w:tcW w:w="1701" w:type="dxa"/>
          </w:tcPr>
          <w:p w14:paraId="6CA836C3" w14:textId="77777777" w:rsidR="00C20873" w:rsidRPr="00262BDA" w:rsidRDefault="00C20873" w:rsidP="00675A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0C49B52E" w14:textId="77777777" w:rsidR="00C20873" w:rsidRPr="00262BDA" w:rsidRDefault="00C20873" w:rsidP="0021393B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02B84D34" w14:textId="77777777" w:rsidR="00C20873" w:rsidRPr="00262BDA" w:rsidRDefault="00C20873" w:rsidP="0021393B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73766CCC" w14:textId="77777777" w:rsidR="00C20873" w:rsidRPr="00262BDA" w:rsidRDefault="00C20873" w:rsidP="0021393B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2138D50F" w14:textId="77777777" w:rsidR="00C20873" w:rsidRPr="00262BDA" w:rsidRDefault="00C20873" w:rsidP="0021393B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C20873" w:rsidRPr="00262BDA" w14:paraId="60E95A27" w14:textId="77777777" w:rsidTr="00C103A8">
        <w:tc>
          <w:tcPr>
            <w:tcW w:w="1630" w:type="dxa"/>
          </w:tcPr>
          <w:p w14:paraId="21A34C25" w14:textId="77777777" w:rsidR="00C20873" w:rsidRPr="0053039B" w:rsidRDefault="00C20873" w:rsidP="00C20873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</w:t>
            </w:r>
            <w:r w:rsidR="00EA2100">
              <w:rPr>
                <w:rFonts w:ascii="Verdana" w:hAnsi="Verdana"/>
                <w:b/>
                <w:sz w:val="18"/>
                <w:szCs w:val="18"/>
              </w:rPr>
              <w:t>120</w:t>
            </w:r>
          </w:p>
        </w:tc>
        <w:tc>
          <w:tcPr>
            <w:tcW w:w="1631" w:type="dxa"/>
          </w:tcPr>
          <w:p w14:paraId="10ACF1D9" w14:textId="2D92A9D6" w:rsidR="00C20873" w:rsidRPr="0053039B" w:rsidRDefault="00FF6A59" w:rsidP="00C20873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21 384 </w:t>
            </w:r>
          </w:p>
        </w:tc>
        <w:tc>
          <w:tcPr>
            <w:tcW w:w="2551" w:type="dxa"/>
          </w:tcPr>
          <w:p w14:paraId="55C6D378" w14:textId="77777777" w:rsidR="00C20873" w:rsidRPr="00262BDA" w:rsidRDefault="00C20873" w:rsidP="0053039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Шеболдаева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, справа по ходу движения с севера на юг, 670 м. от ул. Красная Заря </w:t>
            </w:r>
          </w:p>
        </w:tc>
        <w:tc>
          <w:tcPr>
            <w:tcW w:w="1701" w:type="dxa"/>
          </w:tcPr>
          <w:p w14:paraId="47AB80EE" w14:textId="77777777" w:rsidR="00C20873" w:rsidRPr="00262BDA" w:rsidRDefault="00C20873" w:rsidP="001D4CF2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197DF83D" w14:textId="77777777" w:rsidR="00C20873" w:rsidRPr="00262BDA" w:rsidRDefault="00C20873" w:rsidP="001D4CF2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10A90478" w14:textId="77777777" w:rsidR="00C20873" w:rsidRPr="00262BDA" w:rsidRDefault="00C20873" w:rsidP="001D4CF2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3F1D2DEF" w14:textId="77777777" w:rsidR="00C20873" w:rsidRPr="00262BDA" w:rsidRDefault="00C20873" w:rsidP="001D4CF2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5D780875" w14:textId="77777777" w:rsidR="00C20873" w:rsidRPr="00262BDA" w:rsidRDefault="00C20873" w:rsidP="001D4CF2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</w:tbl>
    <w:p w14:paraId="7334685A" w14:textId="77777777" w:rsidR="00C14F31" w:rsidRPr="00262BDA" w:rsidRDefault="00C14F31" w:rsidP="00C14F31">
      <w:pPr>
        <w:spacing w:after="120"/>
        <w:ind w:firstLine="709"/>
        <w:rPr>
          <w:rFonts w:ascii="Verdana" w:hAnsi="Verdana"/>
          <w:i/>
          <w:sz w:val="18"/>
          <w:szCs w:val="18"/>
        </w:rPr>
      </w:pPr>
    </w:p>
    <w:sectPr w:rsidR="00C14F31" w:rsidRPr="00262BDA" w:rsidSect="00757548">
      <w:pgSz w:w="11906" w:h="16838"/>
      <w:pgMar w:top="680" w:right="680" w:bottom="95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864E69"/>
    <w:multiLevelType w:val="hybridMultilevel"/>
    <w:tmpl w:val="AC3604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789"/>
    <w:rsid w:val="0006604E"/>
    <w:rsid w:val="0008005C"/>
    <w:rsid w:val="000C30EA"/>
    <w:rsid w:val="000F38B2"/>
    <w:rsid w:val="000F7EBF"/>
    <w:rsid w:val="00107297"/>
    <w:rsid w:val="00107EFF"/>
    <w:rsid w:val="001109C3"/>
    <w:rsid w:val="00134BB9"/>
    <w:rsid w:val="001471E7"/>
    <w:rsid w:val="001546B0"/>
    <w:rsid w:val="0017315D"/>
    <w:rsid w:val="001A5A33"/>
    <w:rsid w:val="002070A7"/>
    <w:rsid w:val="00222269"/>
    <w:rsid w:val="00227E5C"/>
    <w:rsid w:val="00236CC5"/>
    <w:rsid w:val="00240884"/>
    <w:rsid w:val="00262BDA"/>
    <w:rsid w:val="00290FFD"/>
    <w:rsid w:val="00291E6E"/>
    <w:rsid w:val="00296365"/>
    <w:rsid w:val="002C0231"/>
    <w:rsid w:val="00323B77"/>
    <w:rsid w:val="0035373B"/>
    <w:rsid w:val="00374BB7"/>
    <w:rsid w:val="00381F68"/>
    <w:rsid w:val="003A227E"/>
    <w:rsid w:val="003B5912"/>
    <w:rsid w:val="00435017"/>
    <w:rsid w:val="00495289"/>
    <w:rsid w:val="004C734C"/>
    <w:rsid w:val="004C7CA5"/>
    <w:rsid w:val="004D1313"/>
    <w:rsid w:val="004E55B1"/>
    <w:rsid w:val="004E7974"/>
    <w:rsid w:val="0053039B"/>
    <w:rsid w:val="00542BAA"/>
    <w:rsid w:val="00557106"/>
    <w:rsid w:val="00563ABD"/>
    <w:rsid w:val="005649B7"/>
    <w:rsid w:val="005C13D7"/>
    <w:rsid w:val="005C26B0"/>
    <w:rsid w:val="005E3789"/>
    <w:rsid w:val="00614937"/>
    <w:rsid w:val="006339EA"/>
    <w:rsid w:val="00666CD4"/>
    <w:rsid w:val="00675A4B"/>
    <w:rsid w:val="006A3B2B"/>
    <w:rsid w:val="006A5A40"/>
    <w:rsid w:val="006A7210"/>
    <w:rsid w:val="006D5427"/>
    <w:rsid w:val="006F08BD"/>
    <w:rsid w:val="00706299"/>
    <w:rsid w:val="00711A12"/>
    <w:rsid w:val="0072389E"/>
    <w:rsid w:val="00724E27"/>
    <w:rsid w:val="00741133"/>
    <w:rsid w:val="00757548"/>
    <w:rsid w:val="00781A6E"/>
    <w:rsid w:val="007829AE"/>
    <w:rsid w:val="00792309"/>
    <w:rsid w:val="007C0417"/>
    <w:rsid w:val="007C16D4"/>
    <w:rsid w:val="007D356A"/>
    <w:rsid w:val="007E1CBC"/>
    <w:rsid w:val="007E25C5"/>
    <w:rsid w:val="007E3577"/>
    <w:rsid w:val="007E6852"/>
    <w:rsid w:val="00810D00"/>
    <w:rsid w:val="008111CB"/>
    <w:rsid w:val="00826516"/>
    <w:rsid w:val="00854200"/>
    <w:rsid w:val="00856B02"/>
    <w:rsid w:val="0087781F"/>
    <w:rsid w:val="0089420E"/>
    <w:rsid w:val="008B7660"/>
    <w:rsid w:val="008D7D80"/>
    <w:rsid w:val="008F1645"/>
    <w:rsid w:val="008F75EB"/>
    <w:rsid w:val="00933B21"/>
    <w:rsid w:val="009424AB"/>
    <w:rsid w:val="0094284F"/>
    <w:rsid w:val="009768F3"/>
    <w:rsid w:val="0099001B"/>
    <w:rsid w:val="009A24B5"/>
    <w:rsid w:val="009A5804"/>
    <w:rsid w:val="009A6242"/>
    <w:rsid w:val="009E23F3"/>
    <w:rsid w:val="00A00F7B"/>
    <w:rsid w:val="00A36B8B"/>
    <w:rsid w:val="00A373AE"/>
    <w:rsid w:val="00A3777A"/>
    <w:rsid w:val="00A41484"/>
    <w:rsid w:val="00A44F52"/>
    <w:rsid w:val="00A46814"/>
    <w:rsid w:val="00AC2AFE"/>
    <w:rsid w:val="00AD30C1"/>
    <w:rsid w:val="00AE0603"/>
    <w:rsid w:val="00B71091"/>
    <w:rsid w:val="00BB70B2"/>
    <w:rsid w:val="00BD2C4B"/>
    <w:rsid w:val="00BD7D42"/>
    <w:rsid w:val="00C0145B"/>
    <w:rsid w:val="00C14F31"/>
    <w:rsid w:val="00C20873"/>
    <w:rsid w:val="00C7381D"/>
    <w:rsid w:val="00CA5B42"/>
    <w:rsid w:val="00CC4C4F"/>
    <w:rsid w:val="00D16CFF"/>
    <w:rsid w:val="00D26F1B"/>
    <w:rsid w:val="00D62FAE"/>
    <w:rsid w:val="00DA4F88"/>
    <w:rsid w:val="00DA6625"/>
    <w:rsid w:val="00E26950"/>
    <w:rsid w:val="00E458D9"/>
    <w:rsid w:val="00E54AD4"/>
    <w:rsid w:val="00E64745"/>
    <w:rsid w:val="00E81231"/>
    <w:rsid w:val="00EA2100"/>
    <w:rsid w:val="00EE2C2E"/>
    <w:rsid w:val="00F31DF8"/>
    <w:rsid w:val="00F41F3D"/>
    <w:rsid w:val="00F70FC8"/>
    <w:rsid w:val="00F90BEA"/>
    <w:rsid w:val="00FB584C"/>
    <w:rsid w:val="00FC5263"/>
    <w:rsid w:val="00FD77D7"/>
    <w:rsid w:val="00FF35EC"/>
    <w:rsid w:val="00FF6A59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E8A1B"/>
  <w15:docId w15:val="{47640F16-E539-436C-861C-801C1027F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42B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542B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C7381D"/>
    <w:pPr>
      <w:ind w:left="720"/>
      <w:contextualSpacing/>
    </w:pPr>
  </w:style>
  <w:style w:type="paragraph" w:customStyle="1" w:styleId="ConsPlusNormal">
    <w:name w:val="ConsPlusNormal"/>
    <w:rsid w:val="00AE060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37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77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93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LLBOARD\YandexDisk-uiokaspreclama\&#1041;&#1083;&#1072;&#1085;&#1082;&#1080;,%20&#1064;&#1072;&#1073;&#1083;&#1086;&#1085;&#1099;\&#1055;&#1088;&#1080;&#1083;&#1086;&#1078;&#1077;&#1085;&#1080;&#1077;%20&#1082;%20&#1057;&#1093;&#1077;&#1084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к Схеме</Template>
  <TotalTime>26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Шамиль Латипов</dc:creator>
  <cp:lastModifiedBy>Kudaev_Sadulla</cp:lastModifiedBy>
  <cp:revision>14</cp:revision>
  <cp:lastPrinted>2020-06-17T09:03:00Z</cp:lastPrinted>
  <dcterms:created xsi:type="dcterms:W3CDTF">2019-05-16T13:06:00Z</dcterms:created>
  <dcterms:modified xsi:type="dcterms:W3CDTF">2020-09-02T07:50:00Z</dcterms:modified>
</cp:coreProperties>
</file>